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64" w:rsidRDefault="001641D4" w:rsidP="0019680A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23469D">
        <w:rPr>
          <w:rFonts w:cs="Arial"/>
          <w:b/>
        </w:rPr>
        <w:t>3</w:t>
      </w:r>
      <w:r w:rsidR="00CF49A6">
        <w:rPr>
          <w:rFonts w:cs="Arial"/>
          <w:b/>
        </w:rPr>
        <w:t>2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CF49A6">
        <w:rPr>
          <w:rFonts w:cs="Arial"/>
          <w:b/>
        </w:rPr>
        <w:t>15</w:t>
      </w:r>
      <w:r w:rsidR="001523D7">
        <w:rPr>
          <w:rFonts w:cs="Arial"/>
          <w:b/>
        </w:rPr>
        <w:t>/</w:t>
      </w:r>
      <w:r w:rsidR="0023469D">
        <w:rPr>
          <w:rFonts w:cs="Arial"/>
          <w:b/>
        </w:rPr>
        <w:t>1</w:t>
      </w:r>
      <w:r w:rsidR="00AB68BF">
        <w:rPr>
          <w:rFonts w:cs="Arial"/>
          <w:b/>
        </w:rPr>
        <w:t>0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BA4DB9">
      <w:pPr>
        <w:jc w:val="both"/>
        <w:rPr>
          <w:rFonts w:cs="Arial"/>
          <w:b/>
          <w:bCs/>
          <w:sz w:val="20"/>
          <w:szCs w:val="20"/>
        </w:rPr>
      </w:pP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DC0564" w:rsidRDefault="00DC0564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BA4DB9">
      <w:pPr>
        <w:spacing w:after="120" w:line="288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CA4592" w:rsidRDefault="00FE18A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>Ato Solene em</w:t>
      </w:r>
      <w:r w:rsidRPr="00FE18AA">
        <w:rPr>
          <w:rFonts w:eastAsia="Calibri" w:cs="Arial"/>
        </w:rPr>
        <w:t xml:space="preserve"> </w:t>
      </w:r>
      <w:r>
        <w:rPr>
          <w:rFonts w:eastAsia="Calibri" w:cs="Arial"/>
        </w:rPr>
        <w:t>H</w:t>
      </w:r>
      <w:r w:rsidRPr="00FE18AA">
        <w:rPr>
          <w:rFonts w:eastAsia="Calibri" w:cs="Arial"/>
        </w:rPr>
        <w:t>omenagem aos voluntários que presta</w:t>
      </w:r>
      <w:r>
        <w:rPr>
          <w:rFonts w:eastAsia="Calibri" w:cs="Arial"/>
        </w:rPr>
        <w:t>ra</w:t>
      </w:r>
      <w:r w:rsidRPr="00FE18AA">
        <w:rPr>
          <w:rFonts w:eastAsia="Calibri" w:cs="Arial"/>
        </w:rPr>
        <w:t>m atendimento aos romeiros de Nossa Senhora Aparecida</w:t>
      </w:r>
      <w:r>
        <w:rPr>
          <w:rFonts w:eastAsia="Calibri" w:cs="Arial"/>
        </w:rPr>
        <w:t xml:space="preserve"> - </w:t>
      </w:r>
      <w:r w:rsidRPr="00FE18AA">
        <w:rPr>
          <w:rFonts w:eastAsia="Calibri" w:cs="Arial"/>
        </w:rPr>
        <w:t>Padroeira do Brasil</w:t>
      </w:r>
      <w:r w:rsidR="00E32B2B">
        <w:rPr>
          <w:rFonts w:eastAsia="Calibri" w:cs="Arial"/>
        </w:rPr>
        <w:t>, nos termos do Decreto Legislativo nº 470</w:t>
      </w:r>
      <w:r w:rsidR="00790636">
        <w:rPr>
          <w:rFonts w:eastAsia="Calibri" w:cs="Arial"/>
        </w:rPr>
        <w:t>, de 07/06</w:t>
      </w:r>
      <w:r w:rsidR="00E32B2B">
        <w:rPr>
          <w:rFonts w:eastAsia="Calibri" w:cs="Arial"/>
        </w:rPr>
        <w:t>/2023</w:t>
      </w:r>
      <w:r w:rsidR="00CA4592" w:rsidRPr="00FE18AA">
        <w:rPr>
          <w:rFonts w:eastAsia="Calibri" w:cs="Arial"/>
        </w:rPr>
        <w:t>;</w:t>
      </w:r>
    </w:p>
    <w:p w:rsidR="004A3F5A" w:rsidRDefault="00E5705F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 xml:space="preserve">Discussão e votação das </w:t>
      </w:r>
      <w:r w:rsidR="00260056" w:rsidRPr="00375E82">
        <w:rPr>
          <w:rFonts w:eastAsia="Calibri" w:cs="Arial"/>
        </w:rPr>
        <w:t>matér</w:t>
      </w:r>
      <w:r w:rsidR="00260056">
        <w:rPr>
          <w:rFonts w:eastAsia="Calibri" w:cs="Arial"/>
        </w:rPr>
        <w:t>i</w:t>
      </w:r>
      <w:r w:rsidR="00260056" w:rsidRPr="00375E82">
        <w:rPr>
          <w:rFonts w:eastAsia="Calibri" w:cs="Arial"/>
        </w:rPr>
        <w:t>as</w:t>
      </w:r>
      <w:r w:rsidRPr="00375E82">
        <w:rPr>
          <w:rFonts w:eastAsia="Calibri" w:cs="Arial"/>
        </w:rPr>
        <w:t xml:space="preserve"> constantes da Ordem do Dia</w:t>
      </w:r>
      <w:r w:rsidR="004A3F5A">
        <w:rPr>
          <w:rFonts w:eastAsia="Calibri" w:cs="Arial"/>
        </w:rPr>
        <w:t>;</w:t>
      </w:r>
    </w:p>
    <w:p w:rsidR="0087716A" w:rsidRDefault="0087716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260056" w:rsidRDefault="00260056" w:rsidP="00C00C31">
      <w:pPr>
        <w:jc w:val="both"/>
        <w:rPr>
          <w:rFonts w:eastAsia="Calibri" w:cs="Arial"/>
          <w:sz w:val="14"/>
          <w:szCs w:val="14"/>
        </w:rPr>
      </w:pPr>
    </w:p>
    <w:p w:rsidR="00DC0564" w:rsidRDefault="00DC0564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582092" w:rsidRPr="00F967F8" w:rsidRDefault="00582092" w:rsidP="00A2267F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="00A2267F" w:rsidRPr="00A2267F">
        <w:rPr>
          <w:rFonts w:cs="Arial"/>
          <w:b/>
          <w:color w:val="000000"/>
          <w:u w:val="single"/>
        </w:rPr>
        <w:t xml:space="preserve">PLL nº </w:t>
      </w:r>
      <w:r w:rsidR="00FE18AA">
        <w:rPr>
          <w:rFonts w:cs="Arial"/>
          <w:b/>
          <w:color w:val="000000"/>
          <w:u w:val="single"/>
        </w:rPr>
        <w:t>112</w:t>
      </w:r>
      <w:r w:rsidR="00A2267F" w:rsidRPr="00A2267F">
        <w:rPr>
          <w:rFonts w:cs="Arial"/>
          <w:b/>
          <w:color w:val="000000"/>
          <w:u w:val="single"/>
        </w:rPr>
        <w:t>/2025 - Projeto de Lei do Legislativo</w:t>
      </w:r>
      <w:r w:rsidR="000F7544">
        <w:rPr>
          <w:rFonts w:cs="Arial"/>
          <w:b/>
          <w:color w:val="000000"/>
          <w:u w:val="single"/>
        </w:rPr>
        <w:t xml:space="preserve"> - com Emenda</w:t>
      </w:r>
    </w:p>
    <w:p w:rsidR="00582092" w:rsidRPr="00F967F8" w:rsidRDefault="00582092" w:rsidP="00582092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A2267F">
        <w:rPr>
          <w:rFonts w:cs="Arial"/>
          <w:color w:val="000000"/>
        </w:rPr>
        <w:t xml:space="preserve">Vereador </w:t>
      </w:r>
      <w:r w:rsidR="00FE18AA" w:rsidRPr="00A2267F">
        <w:rPr>
          <w:rFonts w:cs="Arial"/>
          <w:color w:val="000000"/>
        </w:rPr>
        <w:t>Daniel Mariano</w:t>
      </w:r>
      <w:r w:rsidRPr="00F967F8">
        <w:rPr>
          <w:rFonts w:cs="Arial"/>
          <w:color w:val="000000"/>
        </w:rPr>
        <w:t>.</w:t>
      </w:r>
    </w:p>
    <w:p w:rsidR="00582092" w:rsidRDefault="00582092" w:rsidP="00582092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FE18AA" w:rsidRPr="00FE18AA">
        <w:rPr>
          <w:rFonts w:cs="Arial"/>
          <w:color w:val="000000"/>
        </w:rPr>
        <w:t>Declara de utilidade pública o projeto "Vira Lata Vira Vida", e dá outras providências.</w:t>
      </w:r>
    </w:p>
    <w:p w:rsidR="008642F6" w:rsidRDefault="008642F6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Default="0023469D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2267F" w:rsidRPr="00F967F8" w:rsidRDefault="00A2267F" w:rsidP="00A2267F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A2267F">
        <w:rPr>
          <w:rFonts w:cs="Arial"/>
          <w:b/>
          <w:color w:val="000000"/>
          <w:u w:val="single"/>
        </w:rPr>
        <w:t xml:space="preserve">PLL nº </w:t>
      </w:r>
      <w:r w:rsidR="00FE18AA">
        <w:rPr>
          <w:rFonts w:cs="Arial"/>
          <w:b/>
          <w:color w:val="000000"/>
          <w:u w:val="single"/>
        </w:rPr>
        <w:t>113</w:t>
      </w:r>
      <w:r w:rsidRPr="00A2267F">
        <w:rPr>
          <w:rFonts w:cs="Arial"/>
          <w:b/>
          <w:color w:val="000000"/>
          <w:u w:val="single"/>
        </w:rPr>
        <w:t>/2025 - Projeto de Lei do Legislativo</w:t>
      </w:r>
      <w:r w:rsidR="000F7544">
        <w:rPr>
          <w:rFonts w:cs="Arial"/>
          <w:b/>
          <w:color w:val="000000"/>
          <w:u w:val="single"/>
        </w:rPr>
        <w:t xml:space="preserve"> - com Emenda</w:t>
      </w:r>
    </w:p>
    <w:p w:rsidR="00A2267F" w:rsidRPr="00F967F8" w:rsidRDefault="00A2267F" w:rsidP="00A2267F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r w:rsidR="00FE18AA">
        <w:rPr>
          <w:rFonts w:cs="Arial"/>
          <w:color w:val="000000"/>
        </w:rPr>
        <w:t>Paulinho dos Condutores</w:t>
      </w:r>
      <w:r w:rsidRPr="00F967F8">
        <w:rPr>
          <w:rFonts w:cs="Arial"/>
          <w:color w:val="000000"/>
        </w:rPr>
        <w:t>.</w:t>
      </w:r>
    </w:p>
    <w:p w:rsidR="00A2267F" w:rsidRDefault="00A2267F" w:rsidP="00A2267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lastRenderedPageBreak/>
        <w:t>Assunto</w:t>
      </w:r>
      <w:r w:rsidRPr="00F967F8">
        <w:rPr>
          <w:rFonts w:cs="Arial"/>
          <w:color w:val="000000"/>
        </w:rPr>
        <w:t xml:space="preserve">: </w:t>
      </w:r>
      <w:r w:rsidR="00FE18AA" w:rsidRPr="00FE18AA">
        <w:rPr>
          <w:rFonts w:cs="Arial"/>
          <w:color w:val="000000"/>
        </w:rPr>
        <w:t xml:space="preserve">Institui a Política Municipal de Prevenção e Enfrentamento ao </w:t>
      </w:r>
      <w:r w:rsidR="0089517D">
        <w:rPr>
          <w:rFonts w:cs="Arial"/>
          <w:color w:val="000000"/>
        </w:rPr>
        <w:t>I</w:t>
      </w:r>
      <w:r w:rsidR="00FE18AA" w:rsidRPr="00FE18AA">
        <w:rPr>
          <w:rFonts w:cs="Arial"/>
          <w:color w:val="000000"/>
        </w:rPr>
        <w:t>nfarto Agudo do Miocárdio e dá outras providências.</w:t>
      </w:r>
    </w:p>
    <w:p w:rsidR="00A2267F" w:rsidRDefault="00A2267F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2267F" w:rsidRDefault="00A2267F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77B4C" w:rsidRPr="00F967F8" w:rsidRDefault="004704D4" w:rsidP="00A77B4C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="00A77B4C" w:rsidRPr="00F967F8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="00A77B4C" w:rsidRPr="00F967F8">
        <w:rPr>
          <w:rFonts w:cs="Arial"/>
          <w:b/>
          <w:color w:val="000000"/>
          <w:u w:val="single"/>
        </w:rPr>
        <w:t xml:space="preserve">do </w:t>
      </w:r>
      <w:r w:rsidR="00A77B4C" w:rsidRPr="00582092">
        <w:rPr>
          <w:rFonts w:cs="Arial"/>
          <w:b/>
          <w:color w:val="000000"/>
          <w:u w:val="single"/>
        </w:rPr>
        <w:t xml:space="preserve">PLE nº </w:t>
      </w:r>
      <w:r w:rsidR="0089517D">
        <w:rPr>
          <w:rFonts w:cs="Arial"/>
          <w:b/>
          <w:color w:val="000000"/>
          <w:u w:val="single"/>
        </w:rPr>
        <w:t>24</w:t>
      </w:r>
      <w:r w:rsidR="00A77B4C" w:rsidRPr="00582092">
        <w:rPr>
          <w:rFonts w:cs="Arial"/>
          <w:b/>
          <w:color w:val="000000"/>
          <w:u w:val="single"/>
        </w:rPr>
        <w:t xml:space="preserve">/2025 - Projeto de </w:t>
      </w:r>
      <w:r w:rsidR="00A77B4C" w:rsidRPr="00557DB3">
        <w:rPr>
          <w:rFonts w:cs="Arial"/>
          <w:b/>
          <w:color w:val="000000"/>
          <w:u w:val="single"/>
        </w:rPr>
        <w:t>Lei do Executivo</w:t>
      </w:r>
    </w:p>
    <w:p w:rsidR="00A77B4C" w:rsidRPr="00F967F8" w:rsidRDefault="00A77B4C" w:rsidP="00A77B4C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A77B4C" w:rsidRDefault="00A77B4C" w:rsidP="00A77B4C">
      <w:pPr>
        <w:tabs>
          <w:tab w:val="left" w:pos="426"/>
        </w:tabs>
        <w:spacing w:line="288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bookmarkStart w:id="0" w:name="_GoBack"/>
      <w:r w:rsidR="0089517D" w:rsidRPr="0089517D">
        <w:rPr>
          <w:rFonts w:cs="Arial"/>
          <w:color w:val="000000"/>
        </w:rPr>
        <w:t>Dispõe sobre a regularização, funcionamento e fiscalização de abrigos de cães e gatos mantidos por Organizações da Sociedade Civil (OSC) e Protetores Independentes no Município de Jacareí e dá outras providências</w:t>
      </w:r>
      <w:bookmarkEnd w:id="0"/>
      <w:r w:rsidR="0089517D" w:rsidRPr="0089517D">
        <w:rPr>
          <w:rFonts w:cs="Arial"/>
          <w:color w:val="000000"/>
        </w:rPr>
        <w:t>.</w:t>
      </w:r>
    </w:p>
    <w:p w:rsidR="00A77B4C" w:rsidRDefault="00A77B4C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77B4C" w:rsidRDefault="00A77B4C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Default="0023469D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77B4C" w:rsidRDefault="00A77B4C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  <w:proofErr w:type="gramStart"/>
      <w:r w:rsidR="0089517D" w:rsidRPr="006F704F">
        <w:rPr>
          <w:rFonts w:cs="Arial"/>
        </w:rPr>
        <w:tab/>
        <w:t>(</w:t>
      </w:r>
      <w:proofErr w:type="gramEnd"/>
      <w:r w:rsidR="0089517D" w:rsidRPr="006F704F">
        <w:rPr>
          <w:rFonts w:cs="Arial"/>
        </w:rPr>
        <w:t>LEITURA DA BÍBLIA)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1B00DE" w:rsidRDefault="00745CB0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1B00DE" w:rsidRDefault="001B00DE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1727A5" w:rsidRDefault="001727A5" w:rsidP="001727A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057CF2" w:rsidRDefault="00057CF2" w:rsidP="00057CF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CF7C3A" w:rsidRDefault="008642F6" w:rsidP="00CF7C3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DB2DED" w:rsidRDefault="00DB2DED" w:rsidP="00DB2DE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CF7C3A" w:rsidRDefault="00CF7C3A" w:rsidP="00CF7C3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23469D" w:rsidRDefault="0023469D" w:rsidP="0023469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A2267F" w:rsidRDefault="00A2267F" w:rsidP="00A2267F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89517D" w:rsidRDefault="0089517D" w:rsidP="0089517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D70A96" w:rsidRDefault="00D70A96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89517D">
        <w:rPr>
          <w:rFonts w:cs="Arial"/>
        </w:rPr>
        <w:t>10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A2267F">
        <w:rPr>
          <w:rFonts w:cs="Arial"/>
        </w:rPr>
        <w:t>outu</w:t>
      </w:r>
      <w:r w:rsidR="008642F6">
        <w:rPr>
          <w:rFonts w:cs="Arial"/>
        </w:rPr>
        <w:t>bro</w:t>
      </w:r>
      <w:r w:rsidR="00745CB0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D70A96" w:rsidRDefault="00D70A9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BA4DB9" w:rsidRDefault="00BA4DB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582092" w:rsidRDefault="00582092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22F" w:rsidRDefault="0035322F">
      <w:r>
        <w:separator/>
      </w:r>
    </w:p>
  </w:endnote>
  <w:endnote w:type="continuationSeparator" w:id="0">
    <w:p w:rsidR="0035322F" w:rsidRDefault="00353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22F" w:rsidRDefault="0035322F">
      <w:r>
        <w:separator/>
      </w:r>
    </w:p>
  </w:footnote>
  <w:footnote w:type="continuationSeparator" w:id="0">
    <w:p w:rsidR="0035322F" w:rsidRDefault="00353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23469D">
      <w:rPr>
        <w:rFonts w:cs="Arial"/>
        <w:b/>
        <w:sz w:val="20"/>
        <w:szCs w:val="20"/>
        <w:u w:val="single"/>
      </w:rPr>
      <w:t>3</w:t>
    </w:r>
    <w:r w:rsidR="0089517D">
      <w:rPr>
        <w:rFonts w:cs="Arial"/>
        <w:b/>
        <w:sz w:val="20"/>
        <w:szCs w:val="20"/>
        <w:u w:val="single"/>
      </w:rPr>
      <w:t>2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89517D">
      <w:rPr>
        <w:rFonts w:cs="Arial"/>
        <w:b/>
        <w:sz w:val="20"/>
        <w:szCs w:val="20"/>
        <w:u w:val="single"/>
      </w:rPr>
      <w:t>15</w:t>
    </w:r>
    <w:r w:rsidR="00BD180A">
      <w:rPr>
        <w:rFonts w:cs="Arial"/>
        <w:b/>
        <w:sz w:val="20"/>
        <w:szCs w:val="20"/>
        <w:u w:val="single"/>
      </w:rPr>
      <w:t>/</w:t>
    </w:r>
    <w:r w:rsidR="0023469D">
      <w:rPr>
        <w:rFonts w:cs="Arial"/>
        <w:b/>
        <w:sz w:val="20"/>
        <w:szCs w:val="20"/>
        <w:u w:val="single"/>
      </w:rPr>
      <w:t>1</w:t>
    </w:r>
    <w:r w:rsidR="00AB68BF">
      <w:rPr>
        <w:rFonts w:cs="Arial"/>
        <w:b/>
        <w:sz w:val="20"/>
        <w:szCs w:val="20"/>
        <w:u w:val="single"/>
      </w:rPr>
      <w:t>0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2C2B3B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2C2B3B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0F7544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11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333"/>
    <w:rsid w:val="00134906"/>
    <w:rsid w:val="0013566B"/>
    <w:rsid w:val="00135AEF"/>
    <w:rsid w:val="001373E1"/>
    <w:rsid w:val="001374C3"/>
    <w:rsid w:val="00140B02"/>
    <w:rsid w:val="00142739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80A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65C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69D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1C9E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2B3B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322F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6BF4"/>
    <w:rsid w:val="0046726A"/>
    <w:rsid w:val="00467886"/>
    <w:rsid w:val="004704D4"/>
    <w:rsid w:val="004714AF"/>
    <w:rsid w:val="004714D5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57DB3"/>
    <w:rsid w:val="00560C9B"/>
    <w:rsid w:val="00562268"/>
    <w:rsid w:val="00563094"/>
    <w:rsid w:val="00564088"/>
    <w:rsid w:val="0056493D"/>
    <w:rsid w:val="00565344"/>
    <w:rsid w:val="00565546"/>
    <w:rsid w:val="005676B2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092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D6F"/>
    <w:rsid w:val="005A4088"/>
    <w:rsid w:val="005A4210"/>
    <w:rsid w:val="005A4E0C"/>
    <w:rsid w:val="005A50CF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7E2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1F29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636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4C27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2BED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517D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A70D7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4E72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C2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538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4BA3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67F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B4C"/>
    <w:rsid w:val="00A77C2F"/>
    <w:rsid w:val="00A80026"/>
    <w:rsid w:val="00A800B0"/>
    <w:rsid w:val="00A8022E"/>
    <w:rsid w:val="00A80E21"/>
    <w:rsid w:val="00A81181"/>
    <w:rsid w:val="00A826B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1DB5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599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387C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52A8"/>
    <w:rsid w:val="00C66C5C"/>
    <w:rsid w:val="00C679A2"/>
    <w:rsid w:val="00C72229"/>
    <w:rsid w:val="00C72A3F"/>
    <w:rsid w:val="00C72F5A"/>
    <w:rsid w:val="00C739F2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2BE5"/>
    <w:rsid w:val="00CA3388"/>
    <w:rsid w:val="00CA4592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0510"/>
    <w:rsid w:val="00CF1658"/>
    <w:rsid w:val="00CF1E60"/>
    <w:rsid w:val="00CF1F6A"/>
    <w:rsid w:val="00CF3DD0"/>
    <w:rsid w:val="00CF3E5E"/>
    <w:rsid w:val="00CF49A6"/>
    <w:rsid w:val="00CF4B08"/>
    <w:rsid w:val="00CF62A4"/>
    <w:rsid w:val="00CF793E"/>
    <w:rsid w:val="00CF7C3A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43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3482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3CD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2DED"/>
    <w:rsid w:val="00DB4D89"/>
    <w:rsid w:val="00DB7239"/>
    <w:rsid w:val="00DC0564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2B2B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09F4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C79B5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18AA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4C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2C27E-8216-4732-9FC4-ABBE1BCB6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600</TotalTime>
  <Pages>2</Pages>
  <Words>321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64</cp:revision>
  <cp:lastPrinted>2025-10-08T19:15:00Z</cp:lastPrinted>
  <dcterms:created xsi:type="dcterms:W3CDTF">2025-08-29T14:55:00Z</dcterms:created>
  <dcterms:modified xsi:type="dcterms:W3CDTF">2025-10-13T20:18:00Z</dcterms:modified>
</cp:coreProperties>
</file>